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276E8" w14:textId="19385F0D" w:rsidR="00E808D5" w:rsidRPr="00D97887" w:rsidRDefault="00E808D5" w:rsidP="006C0545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D97887">
        <w:rPr>
          <w:rFonts w:eastAsia="Arial" w:cs="Arial"/>
          <w:b w:val="0"/>
          <w:color w:val="262626" w:themeColor="text1" w:themeTint="D9"/>
          <w:sz w:val="20"/>
        </w:rPr>
        <w:t>Приложение №2</w:t>
      </w:r>
      <w:r w:rsidR="008372FF" w:rsidRPr="00D97887">
        <w:rPr>
          <w:rFonts w:eastAsia="Arial" w:cs="Arial"/>
          <w:b w:val="0"/>
          <w:color w:val="262626" w:themeColor="text1" w:themeTint="D9"/>
          <w:sz w:val="20"/>
        </w:rPr>
        <w:t>4</w:t>
      </w:r>
    </w:p>
    <w:p w14:paraId="04A6CA32" w14:textId="4DFFBDD5" w:rsidR="006C0545" w:rsidRDefault="006C0545" w:rsidP="006C0545">
      <w:pPr>
        <w:pStyle w:val="affa"/>
      </w:pPr>
      <w:r>
        <w:t>Уведомление о назначении оператором счета депо в специализированном депозитарии от «____» ______ 20_____года</w:t>
      </w:r>
    </w:p>
    <w:p w14:paraId="0DA7912C" w14:textId="77777777" w:rsidR="006C0545" w:rsidRDefault="006C0545" w:rsidP="00293685">
      <w:pPr>
        <w:pStyle w:val="af1"/>
      </w:pPr>
    </w:p>
    <w:p w14:paraId="7078F084" w14:textId="7244A14D" w:rsidR="006C0545" w:rsidRDefault="006C0545" w:rsidP="006C0545">
      <w:pPr>
        <w:pStyle w:val="af3"/>
      </w:pPr>
      <w:r>
        <w:t>В соответствии с условиями Регламента</w:t>
      </w:r>
      <w:r w:rsidR="00A865DD" w:rsidRPr="00A865DD">
        <w:t xml:space="preserve"> </w:t>
      </w:r>
      <w:r w:rsidR="00A865DD">
        <w:t xml:space="preserve">сервисов на финансовых рынках </w:t>
      </w:r>
      <w:r>
        <w:t>в рамках Договора № _____-___ от «____» ______ 20_____года сообщаем о намерении ___________________ (наименование Клиента) назначить Вас оператором счета депо в депозитарии:</w:t>
      </w:r>
    </w:p>
    <w:p w14:paraId="6AAFE63F" w14:textId="77777777" w:rsidR="006C0545" w:rsidRDefault="006C0545" w:rsidP="006C0545">
      <w:pPr>
        <w:pStyle w:val="af3"/>
      </w:pPr>
    </w:p>
    <w:p w14:paraId="7920E71C" w14:textId="72364372" w:rsidR="00301F04" w:rsidRDefault="00301F04" w:rsidP="006C0545">
      <w:pPr>
        <w:pStyle w:val="af3"/>
      </w:pPr>
      <w:r>
        <w:t>Наименование</w:t>
      </w:r>
      <w:r w:rsidR="006C0545">
        <w:t xml:space="preserve"> депозитария</w:t>
      </w:r>
      <w:r>
        <w:t xml:space="preserve"> __</w:t>
      </w:r>
      <w:r w:rsidR="006C0545">
        <w:t>_______________</w:t>
      </w:r>
      <w:r>
        <w:t>_____________________________________</w:t>
      </w:r>
    </w:p>
    <w:p w14:paraId="7E4F1068" w14:textId="7DBF2EA2" w:rsidR="006C0545" w:rsidRDefault="006C0545" w:rsidP="006C0545">
      <w:pPr>
        <w:pStyle w:val="af3"/>
      </w:pPr>
      <w:r>
        <w:t>Реквизиты депозитария _________________________________________________________</w:t>
      </w:r>
    </w:p>
    <w:p w14:paraId="3A357412" w14:textId="77777777" w:rsidR="006C0545" w:rsidRDefault="006C0545" w:rsidP="006C0545">
      <w:pPr>
        <w:pStyle w:val="af3"/>
      </w:pPr>
      <w:r>
        <w:t>Место нахождения ________________________________________________________________________________</w:t>
      </w:r>
    </w:p>
    <w:p w14:paraId="2FB2ADFB" w14:textId="77777777" w:rsidR="006C0545" w:rsidRDefault="006C0545" w:rsidP="006C0545">
      <w:pPr>
        <w:pStyle w:val="af3"/>
      </w:pPr>
      <w:r>
        <w:t>Почтовый адрес __________________________________________________________________________________</w:t>
      </w:r>
    </w:p>
    <w:p w14:paraId="74C94F0C" w14:textId="77777777" w:rsidR="006C0545" w:rsidRDefault="006C0545" w:rsidP="006C0545">
      <w:pPr>
        <w:pStyle w:val="af3"/>
      </w:pPr>
      <w:r>
        <w:t>ОГРН __________________________________________ ИНН ____________________________________________</w:t>
      </w:r>
    </w:p>
    <w:p w14:paraId="69EA6988" w14:textId="77777777" w:rsidR="006C0545" w:rsidRDefault="006C0545" w:rsidP="006C0545">
      <w:pPr>
        <w:pStyle w:val="af3"/>
      </w:pPr>
      <w:r>
        <w:t>Р/С (Л/С) _______________________________________ Банк ____________________________________________</w:t>
      </w:r>
    </w:p>
    <w:p w14:paraId="60DF6F14" w14:textId="77777777" w:rsidR="006C0545" w:rsidRDefault="006C0545" w:rsidP="006C0545">
      <w:pPr>
        <w:pStyle w:val="af3"/>
      </w:pPr>
      <w:r>
        <w:t>К/С ____________________________________________ БИК ____________________________________________</w:t>
      </w:r>
    </w:p>
    <w:p w14:paraId="76B548F3" w14:textId="77777777" w:rsidR="006C0545" w:rsidRDefault="006C0545" w:rsidP="006C0545">
      <w:pPr>
        <w:pStyle w:val="af3"/>
      </w:pPr>
      <w:r>
        <w:t>Телефон, факс ___________________________________________________________________________________</w:t>
      </w:r>
    </w:p>
    <w:p w14:paraId="23BC87B1" w14:textId="77777777" w:rsidR="006C0545" w:rsidRDefault="006C0545" w:rsidP="006C0545">
      <w:pPr>
        <w:pStyle w:val="af3"/>
      </w:pPr>
    </w:p>
    <w:p w14:paraId="12AE5D0E" w14:textId="77777777" w:rsidR="006C0545" w:rsidRDefault="006C0545" w:rsidP="006C0545">
      <w:pPr>
        <w:pStyle w:val="af3"/>
      </w:pPr>
    </w:p>
    <w:p w14:paraId="4634AE10" w14:textId="77777777" w:rsidR="007A3BA7" w:rsidRDefault="007A3BA7" w:rsidP="006C0545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E067CB1" w14:textId="77777777" w:rsidR="00F65365" w:rsidRDefault="007A3BA7" w:rsidP="006C054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09EA8D30" w14:textId="77777777" w:rsidR="006C0545" w:rsidRDefault="006C0545" w:rsidP="006C0545">
      <w:pPr>
        <w:pStyle w:val="afff0"/>
      </w:pPr>
    </w:p>
    <w:p w14:paraId="063719B9" w14:textId="77777777" w:rsidR="006C0545" w:rsidRDefault="006C0545" w:rsidP="006C0545">
      <w:pPr>
        <w:pStyle w:val="afff0"/>
      </w:pPr>
    </w:p>
    <w:p w14:paraId="0AE272ED" w14:textId="77777777" w:rsidR="006C0545" w:rsidRDefault="006C0545" w:rsidP="006C0545">
      <w:pPr>
        <w:pStyle w:val="afff0"/>
      </w:pPr>
    </w:p>
    <w:p w14:paraId="2C5FA1BA" w14:textId="77777777" w:rsidR="006C0545" w:rsidRDefault="006C0545" w:rsidP="006C0545">
      <w:pPr>
        <w:pStyle w:val="afff0"/>
      </w:pPr>
      <w:r>
        <w:t>М.П.</w:t>
      </w:r>
    </w:p>
    <w:p w14:paraId="6BCC15D0" w14:textId="77777777" w:rsidR="006C0545" w:rsidRDefault="006C0545" w:rsidP="006C0545">
      <w:pPr>
        <w:pStyle w:val="afff0"/>
      </w:pPr>
    </w:p>
    <w:p w14:paraId="0F6DC414" w14:textId="77777777" w:rsidR="006C0545" w:rsidRDefault="006C0545" w:rsidP="006C0545">
      <w:pPr>
        <w:pStyle w:val="afff0"/>
      </w:pPr>
    </w:p>
    <w:p w14:paraId="0107DBF5" w14:textId="77777777" w:rsidR="006C0545" w:rsidRDefault="006C0545" w:rsidP="006C0545">
      <w:pPr>
        <w:pStyle w:val="afff0"/>
      </w:pPr>
    </w:p>
    <w:p w14:paraId="258DEB52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0896DCC" w14:textId="77777777" w:rsidR="006C0545" w:rsidRDefault="00F65365" w:rsidP="006C0545">
      <w:pPr>
        <w:pStyle w:val="af1"/>
      </w:pPr>
      <w:r>
        <w:t>Служебные отметки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413BBCD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3461B9D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739E38C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7F586A9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19D1DEDF" w14:textId="77777777" w:rsidTr="004732B4">
        <w:trPr>
          <w:trHeight w:val="450"/>
        </w:trPr>
        <w:tc>
          <w:tcPr>
            <w:tcW w:w="3233" w:type="dxa"/>
          </w:tcPr>
          <w:p w14:paraId="2BC752FA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8C70B60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270C317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235FDF8A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A0695" w14:textId="77777777" w:rsidR="007F7239" w:rsidRDefault="007F7239">
      <w:r>
        <w:separator/>
      </w:r>
    </w:p>
  </w:endnote>
  <w:endnote w:type="continuationSeparator" w:id="0">
    <w:p w14:paraId="7809DF4F" w14:textId="77777777" w:rsidR="007F7239" w:rsidRDefault="007F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0F3A35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457A27A" wp14:editId="610111B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C0545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3DCD3B02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0D94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661DD4B0" wp14:editId="2175511C">
          <wp:simplePos x="0" y="0"/>
          <wp:positionH relativeFrom="column">
            <wp:posOffset>-472440</wp:posOffset>
          </wp:positionH>
          <wp:positionV relativeFrom="page">
            <wp:posOffset>9919335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49460" w14:textId="77777777" w:rsidR="007F7239" w:rsidRDefault="007F7239">
      <w:r>
        <w:separator/>
      </w:r>
    </w:p>
  </w:footnote>
  <w:footnote w:type="continuationSeparator" w:id="0">
    <w:p w14:paraId="111BB454" w14:textId="77777777" w:rsidR="007F7239" w:rsidRDefault="007F7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E0C5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F01DE78" wp14:editId="75C07BBB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FB9BF4" w14:textId="77777777" w:rsidR="00053E45" w:rsidRDefault="00053E45">
    <w:pPr>
      <w:pStyle w:val="a5"/>
      <w:spacing w:line="14" w:lineRule="auto"/>
      <w:ind w:left="0" w:firstLine="0"/>
    </w:pPr>
  </w:p>
  <w:p w14:paraId="7B9AA446" w14:textId="77777777" w:rsidR="00053E45" w:rsidRDefault="00053E45">
    <w:pPr>
      <w:pStyle w:val="a5"/>
      <w:spacing w:line="14" w:lineRule="auto"/>
      <w:ind w:left="0" w:firstLine="0"/>
    </w:pPr>
  </w:p>
  <w:p w14:paraId="769CF9F4" w14:textId="77777777" w:rsidR="00053E45" w:rsidRDefault="00053E45">
    <w:pPr>
      <w:pStyle w:val="a5"/>
      <w:spacing w:line="14" w:lineRule="auto"/>
      <w:ind w:left="0" w:firstLine="0"/>
    </w:pPr>
  </w:p>
  <w:p w14:paraId="7F2DEE76" w14:textId="77777777" w:rsidR="00053E45" w:rsidRDefault="00053E45">
    <w:pPr>
      <w:pStyle w:val="a5"/>
      <w:spacing w:line="14" w:lineRule="auto"/>
      <w:ind w:left="0" w:firstLine="0"/>
    </w:pPr>
  </w:p>
  <w:p w14:paraId="20222991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6046C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1125D66" wp14:editId="3895CE73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8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596062">
    <w:abstractNumId w:val="10"/>
  </w:num>
  <w:num w:numId="2" w16cid:durableId="1738474996">
    <w:abstractNumId w:val="14"/>
  </w:num>
  <w:num w:numId="3" w16cid:durableId="1711421565">
    <w:abstractNumId w:val="12"/>
  </w:num>
  <w:num w:numId="4" w16cid:durableId="11805895">
    <w:abstractNumId w:val="17"/>
  </w:num>
  <w:num w:numId="5" w16cid:durableId="695888984">
    <w:abstractNumId w:val="3"/>
  </w:num>
  <w:num w:numId="6" w16cid:durableId="296187715">
    <w:abstractNumId w:val="15"/>
  </w:num>
  <w:num w:numId="7" w16cid:durableId="456995248">
    <w:abstractNumId w:val="8"/>
  </w:num>
  <w:num w:numId="8" w16cid:durableId="458883789">
    <w:abstractNumId w:val="11"/>
  </w:num>
  <w:num w:numId="9" w16cid:durableId="1249122003">
    <w:abstractNumId w:val="16"/>
  </w:num>
  <w:num w:numId="10" w16cid:durableId="583488801">
    <w:abstractNumId w:val="19"/>
  </w:num>
  <w:num w:numId="11" w16cid:durableId="2075006329">
    <w:abstractNumId w:val="2"/>
  </w:num>
  <w:num w:numId="12" w16cid:durableId="1453091085">
    <w:abstractNumId w:val="18"/>
  </w:num>
  <w:num w:numId="13" w16cid:durableId="479541059">
    <w:abstractNumId w:val="13"/>
  </w:num>
  <w:num w:numId="14" w16cid:durableId="1553544872">
    <w:abstractNumId w:val="7"/>
  </w:num>
  <w:num w:numId="15" w16cid:durableId="429085502">
    <w:abstractNumId w:val="6"/>
  </w:num>
  <w:num w:numId="16" w16cid:durableId="318730040">
    <w:abstractNumId w:val="4"/>
  </w:num>
  <w:num w:numId="17" w16cid:durableId="104616496">
    <w:abstractNumId w:val="0"/>
  </w:num>
  <w:num w:numId="18" w16cid:durableId="138808559">
    <w:abstractNumId w:val="9"/>
  </w:num>
  <w:num w:numId="19" w16cid:durableId="1773238052">
    <w:abstractNumId w:val="1"/>
  </w:num>
  <w:num w:numId="20" w16cid:durableId="360397531">
    <w:abstractNumId w:val="5"/>
  </w:num>
  <w:num w:numId="21" w16cid:durableId="1082139041">
    <w:abstractNumId w:val="20"/>
  </w:num>
  <w:num w:numId="22" w16cid:durableId="6482901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81526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3673350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507253029">
    <w:abstractNumId w:val="11"/>
  </w:num>
  <w:num w:numId="26" w16cid:durableId="1515925128">
    <w:abstractNumId w:val="16"/>
  </w:num>
  <w:num w:numId="27" w16cid:durableId="712001359">
    <w:abstractNumId w:val="17"/>
    <w:lvlOverride w:ilvl="0">
      <w:startOverride w:val="1"/>
    </w:lvlOverride>
  </w:num>
  <w:num w:numId="28" w16cid:durableId="56324917">
    <w:abstractNumId w:val="17"/>
    <w:lvlOverride w:ilvl="0">
      <w:startOverride w:val="1"/>
    </w:lvlOverride>
  </w:num>
  <w:num w:numId="29" w16cid:durableId="11261196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626008198">
    <w:abstractNumId w:val="17"/>
    <w:lvlOverride w:ilvl="0">
      <w:startOverride w:val="1"/>
    </w:lvlOverride>
  </w:num>
  <w:num w:numId="31" w16cid:durableId="443500424">
    <w:abstractNumId w:val="17"/>
    <w:lvlOverride w:ilvl="0">
      <w:startOverride w:val="1"/>
    </w:lvlOverride>
  </w:num>
  <w:num w:numId="32" w16cid:durableId="17330406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22543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2137092405">
    <w:abstractNumId w:val="17"/>
  </w:num>
  <w:num w:numId="35" w16cid:durableId="309752750">
    <w:abstractNumId w:val="17"/>
    <w:lvlOverride w:ilvl="0">
      <w:startOverride w:val="1"/>
    </w:lvlOverride>
  </w:num>
  <w:num w:numId="36" w16cid:durableId="1159035822">
    <w:abstractNumId w:val="17"/>
    <w:lvlOverride w:ilvl="0">
      <w:startOverride w:val="1"/>
    </w:lvlOverride>
  </w:num>
  <w:num w:numId="37" w16cid:durableId="912664378">
    <w:abstractNumId w:val="17"/>
    <w:lvlOverride w:ilvl="0">
      <w:startOverride w:val="1"/>
    </w:lvlOverride>
  </w:num>
  <w:num w:numId="38" w16cid:durableId="939528122">
    <w:abstractNumId w:val="17"/>
    <w:lvlOverride w:ilvl="0">
      <w:startOverride w:val="1"/>
    </w:lvlOverride>
  </w:num>
  <w:num w:numId="39" w16cid:durableId="733047299">
    <w:abstractNumId w:val="12"/>
  </w:num>
  <w:num w:numId="40" w16cid:durableId="2778905">
    <w:abstractNumId w:val="17"/>
    <w:lvlOverride w:ilvl="0">
      <w:startOverride w:val="1"/>
    </w:lvlOverride>
  </w:num>
  <w:num w:numId="41" w16cid:durableId="321349947">
    <w:abstractNumId w:val="17"/>
    <w:lvlOverride w:ilvl="0">
      <w:startOverride w:val="1"/>
    </w:lvlOverride>
  </w:num>
  <w:num w:numId="42" w16cid:durableId="1665208748">
    <w:abstractNumId w:val="14"/>
  </w:num>
  <w:num w:numId="43" w16cid:durableId="2136365716">
    <w:abstractNumId w:val="6"/>
    <w:lvlOverride w:ilvl="0">
      <w:startOverride w:val="1"/>
    </w:lvlOverride>
  </w:num>
  <w:num w:numId="44" w16cid:durableId="987562053">
    <w:abstractNumId w:val="16"/>
  </w:num>
  <w:num w:numId="45" w16cid:durableId="24727805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45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364B4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945ED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C0545"/>
    <w:rsid w:val="006D3D48"/>
    <w:rsid w:val="006F1FF9"/>
    <w:rsid w:val="006F7EA6"/>
    <w:rsid w:val="0071216B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7F7239"/>
    <w:rsid w:val="00822912"/>
    <w:rsid w:val="008258A0"/>
    <w:rsid w:val="00836140"/>
    <w:rsid w:val="008372FF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865DD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90F84"/>
    <w:rsid w:val="00CA63C9"/>
    <w:rsid w:val="00CE1779"/>
    <w:rsid w:val="00CF415D"/>
    <w:rsid w:val="00D1693D"/>
    <w:rsid w:val="00D270DE"/>
    <w:rsid w:val="00D5056C"/>
    <w:rsid w:val="00D97887"/>
    <w:rsid w:val="00DA7FFC"/>
    <w:rsid w:val="00DD1C6C"/>
    <w:rsid w:val="00DE4672"/>
    <w:rsid w:val="00E000C2"/>
    <w:rsid w:val="00E244BC"/>
    <w:rsid w:val="00E321B4"/>
    <w:rsid w:val="00E449EA"/>
    <w:rsid w:val="00E62CBD"/>
    <w:rsid w:val="00E808D5"/>
    <w:rsid w:val="00E843D7"/>
    <w:rsid w:val="00E937CE"/>
    <w:rsid w:val="00EF2710"/>
    <w:rsid w:val="00F15046"/>
    <w:rsid w:val="00F35616"/>
    <w:rsid w:val="00F373BD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DB0E9"/>
  <w15:docId w15:val="{30C075FC-F94A-484C-B744-3A3BCD72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6C0545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6C0545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2DE00-9433-4216-9C31-7BA68C38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5</cp:revision>
  <cp:lastPrinted>2023-04-18T16:29:00Z</cp:lastPrinted>
  <dcterms:created xsi:type="dcterms:W3CDTF">2023-08-23T09:25:00Z</dcterms:created>
  <dcterms:modified xsi:type="dcterms:W3CDTF">2024-10-17T14:18:00Z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